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995B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0A929DD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5BD6E89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A2B0C">
        <w:rPr>
          <w:rFonts w:ascii="Corbel" w:hAnsi="Corbel"/>
          <w:b/>
          <w:smallCaps/>
          <w:sz w:val="24"/>
          <w:szCs w:val="24"/>
        </w:rPr>
        <w:t>2023-2025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F46512A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07A49878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5079EF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F7F268C" w14:textId="77777777" w:rsidTr="00B819C8">
        <w:tc>
          <w:tcPr>
            <w:tcW w:w="2694" w:type="dxa"/>
            <w:vAlign w:val="center"/>
          </w:tcPr>
          <w:p w14:paraId="70EFE035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793F53" w14:textId="77777777" w:rsidR="0085747A" w:rsidRPr="00B169DF" w:rsidRDefault="001A2B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i techniki socjoterapii</w:t>
            </w:r>
          </w:p>
        </w:tc>
      </w:tr>
      <w:tr w:rsidR="0085747A" w:rsidRPr="00B169DF" w14:paraId="40869B33" w14:textId="77777777" w:rsidTr="00B819C8">
        <w:tc>
          <w:tcPr>
            <w:tcW w:w="2694" w:type="dxa"/>
            <w:vAlign w:val="center"/>
          </w:tcPr>
          <w:p w14:paraId="7BF6A91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0D3B5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56168FF8" w14:textId="77777777" w:rsidTr="00B819C8">
        <w:tc>
          <w:tcPr>
            <w:tcW w:w="2694" w:type="dxa"/>
            <w:vAlign w:val="center"/>
          </w:tcPr>
          <w:p w14:paraId="06FCC235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B314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4C962BF8" w14:textId="77777777" w:rsidTr="00B819C8">
        <w:tc>
          <w:tcPr>
            <w:tcW w:w="2694" w:type="dxa"/>
            <w:vAlign w:val="center"/>
          </w:tcPr>
          <w:p w14:paraId="3A9E003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B707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39EB7CAA" w14:textId="77777777" w:rsidTr="00B819C8">
        <w:tc>
          <w:tcPr>
            <w:tcW w:w="2694" w:type="dxa"/>
            <w:vAlign w:val="center"/>
          </w:tcPr>
          <w:p w14:paraId="38219F6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ED629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075FDB73" w14:textId="77777777" w:rsidTr="00B819C8">
        <w:tc>
          <w:tcPr>
            <w:tcW w:w="2694" w:type="dxa"/>
            <w:vAlign w:val="center"/>
          </w:tcPr>
          <w:p w14:paraId="1A1A68E4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36B23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4DF3565C" w14:textId="77777777" w:rsidTr="00B819C8">
        <w:tc>
          <w:tcPr>
            <w:tcW w:w="2694" w:type="dxa"/>
            <w:vAlign w:val="center"/>
          </w:tcPr>
          <w:p w14:paraId="03727AB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DB525B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951432D" w14:textId="77777777" w:rsidTr="00B819C8">
        <w:tc>
          <w:tcPr>
            <w:tcW w:w="2694" w:type="dxa"/>
            <w:vAlign w:val="center"/>
          </w:tcPr>
          <w:p w14:paraId="0B44F08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CCFEA0" w14:textId="77777777" w:rsidR="0085747A" w:rsidRPr="00B169DF" w:rsidRDefault="00281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1FDB6ED7" w14:textId="77777777" w:rsidTr="00B819C8">
        <w:tc>
          <w:tcPr>
            <w:tcW w:w="2694" w:type="dxa"/>
            <w:vAlign w:val="center"/>
          </w:tcPr>
          <w:p w14:paraId="4D8AE3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40AA8A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4225593A" w14:textId="77777777" w:rsidTr="00B819C8">
        <w:tc>
          <w:tcPr>
            <w:tcW w:w="2694" w:type="dxa"/>
            <w:vAlign w:val="center"/>
          </w:tcPr>
          <w:p w14:paraId="4037E78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B8F896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5A95DD8E" w14:textId="77777777" w:rsidTr="00B819C8">
        <w:tc>
          <w:tcPr>
            <w:tcW w:w="2694" w:type="dxa"/>
            <w:vAlign w:val="center"/>
          </w:tcPr>
          <w:p w14:paraId="2DDCCB88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78E27F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3FD4528" w14:textId="77777777" w:rsidTr="00B819C8">
        <w:tc>
          <w:tcPr>
            <w:tcW w:w="2694" w:type="dxa"/>
            <w:vAlign w:val="center"/>
          </w:tcPr>
          <w:p w14:paraId="42616C0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79068E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4F2FE4D2" w14:textId="77777777" w:rsidTr="00B819C8">
        <w:tc>
          <w:tcPr>
            <w:tcW w:w="2694" w:type="dxa"/>
            <w:vAlign w:val="center"/>
          </w:tcPr>
          <w:p w14:paraId="56530B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FFB78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B6A2A0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2DB0AF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3F5C4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C2CC8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0FF7B4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499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96DB519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483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22E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C4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6D5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214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D6A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4BB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61C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E9C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5126B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6618" w14:textId="77777777" w:rsidR="00015B8F" w:rsidRPr="00B169DF" w:rsidRDefault="001A2B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5FB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B845" w14:textId="77777777" w:rsidR="00015B8F" w:rsidRPr="00B169DF" w:rsidRDefault="00A539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E40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3D9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50D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845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028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14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9335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37357A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A80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BA5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574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FC3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3B7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551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050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144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A23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A59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9A8C9F4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58667C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60A2E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B5540B8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0A0A86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69AE9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5CC19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7B5754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2D2286E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5C18D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CD1320E" w14:textId="77777777" w:rsidTr="00745302">
        <w:tc>
          <w:tcPr>
            <w:tcW w:w="9670" w:type="dxa"/>
          </w:tcPr>
          <w:p w14:paraId="01BF23E8" w14:textId="77777777" w:rsidR="0085747A" w:rsidRPr="00B169DF" w:rsidRDefault="008D4F4F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rozwojowej, wychowawczej i klinicznej; teor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etycznych podstaw kształtowania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interpersonalnych; komunikacji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interpersonalnej; procesów grupowych oraz zaburzeń w rozwoju i zachowaniu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dzieci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młodzieży; niedostosowania społecznego; edukacji zdrowotnej.</w:t>
            </w:r>
            <w:r w:rsidR="001A2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 pracy </w:t>
            </w:r>
            <w:r w:rsidR="001A2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socjoterapeutycznej. </w:t>
            </w:r>
          </w:p>
        </w:tc>
      </w:tr>
    </w:tbl>
    <w:p w14:paraId="207A1476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6FC76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940F69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189C1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94E64B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1658CB08" w14:textId="77777777" w:rsidTr="00923D7D">
        <w:tc>
          <w:tcPr>
            <w:tcW w:w="851" w:type="dxa"/>
            <w:vAlign w:val="center"/>
          </w:tcPr>
          <w:p w14:paraId="6F7B8644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DAD636" w14:textId="77777777" w:rsidR="0085747A" w:rsidRPr="00B169DF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 xml:space="preserve">Zapoznanie z podstawowymi terminami dotyczącymi socjoterapii. </w:t>
            </w:r>
          </w:p>
        </w:tc>
      </w:tr>
      <w:tr w:rsidR="0085747A" w:rsidRPr="00B169DF" w14:paraId="5464C565" w14:textId="77777777" w:rsidTr="00923D7D">
        <w:tc>
          <w:tcPr>
            <w:tcW w:w="851" w:type="dxa"/>
            <w:vAlign w:val="center"/>
          </w:tcPr>
          <w:p w14:paraId="6771BDA8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85C860" w14:textId="77777777" w:rsidR="0085747A" w:rsidRPr="00B169DF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 xml:space="preserve">Uświadomienie znaczenia socjoterapii jako formy pomocy </w:t>
            </w:r>
            <w:proofErr w:type="spellStart"/>
            <w:r w:rsidRPr="00A5399C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A5399C">
              <w:rPr>
                <w:rFonts w:ascii="Corbel" w:hAnsi="Corbel"/>
                <w:b w:val="0"/>
                <w:sz w:val="24"/>
                <w:szCs w:val="24"/>
              </w:rPr>
              <w:t xml:space="preserve"> – pedagogicznej w korygowaniu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5399C">
              <w:rPr>
                <w:rFonts w:ascii="Corbel" w:hAnsi="Corbel"/>
                <w:b w:val="0"/>
                <w:sz w:val="24"/>
                <w:szCs w:val="24"/>
              </w:rPr>
              <w:t>nieprawidłowych postaw i zachowań dzieci i młodzieży.</w:t>
            </w:r>
          </w:p>
        </w:tc>
      </w:tr>
      <w:tr w:rsidR="0085747A" w:rsidRPr="00B169DF" w14:paraId="030EB66C" w14:textId="77777777" w:rsidTr="00923D7D">
        <w:tc>
          <w:tcPr>
            <w:tcW w:w="851" w:type="dxa"/>
            <w:vAlign w:val="center"/>
          </w:tcPr>
          <w:p w14:paraId="38F58836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E775543" w14:textId="77777777" w:rsidR="0085747A" w:rsidRPr="00B169DF" w:rsidRDefault="00A5399C" w:rsidP="002E03F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Uświadomienie roli diagnozy w socjoterapii.</w:t>
            </w:r>
            <w:r w:rsidR="002E03F3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 xml:space="preserve">rzygotowanie do  projektowania zajęć o charakterze socjoterapeutycznym w różnym kontekście problematycznych i zaburzonych zachowań. </w:t>
            </w:r>
          </w:p>
        </w:tc>
      </w:tr>
      <w:tr w:rsidR="00DC35B8" w:rsidRPr="00B169DF" w14:paraId="12B3648F" w14:textId="77777777" w:rsidTr="00923D7D">
        <w:tc>
          <w:tcPr>
            <w:tcW w:w="851" w:type="dxa"/>
            <w:vAlign w:val="center"/>
          </w:tcPr>
          <w:p w14:paraId="667900DC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22D788" w14:textId="77777777" w:rsidR="00DC35B8" w:rsidRPr="00DC35B8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Przekazanie podstawowej wiedzy i umiejętności dotyczących planowania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procesu socjoterapeutycznego  i stosowanych w nim metod i technik. </w:t>
            </w:r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 xml:space="preserve">Zapoznanie z warsztatem metodycznym </w:t>
            </w:r>
            <w:proofErr w:type="spellStart"/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>socjoterapeuty</w:t>
            </w:r>
            <w:proofErr w:type="spellEnd"/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72587D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D9C875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EEBF98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175B5E3" w14:textId="77777777" w:rsidTr="0071620A">
        <w:tc>
          <w:tcPr>
            <w:tcW w:w="1701" w:type="dxa"/>
            <w:vAlign w:val="center"/>
          </w:tcPr>
          <w:p w14:paraId="4DD1C09C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D6FC7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A001E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18D1977" w14:textId="77777777" w:rsidTr="005E6E85">
        <w:tc>
          <w:tcPr>
            <w:tcW w:w="1701" w:type="dxa"/>
          </w:tcPr>
          <w:p w14:paraId="4BCFB46D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498499" w14:textId="77777777" w:rsidR="002F7DD5" w:rsidRPr="00B169DF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2E03F3">
              <w:rPr>
                <w:rFonts w:ascii="Corbel" w:hAnsi="Corbel"/>
                <w:b w:val="0"/>
                <w:smallCaps w:val="0"/>
                <w:szCs w:val="24"/>
              </w:rPr>
              <w:t>tudent potrafi scharakteryzować specyfikę procesów komunikowania interpersonalnego i społecznego, ich zakłóceń pojawiających się w kontekście pracy grupowej i możliwości modyfikowania przebiegu komunikacji w procesie socjoterapeutycznym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170DAF7" w14:textId="77777777" w:rsidR="00A5399C" w:rsidRPr="00B169DF" w:rsidRDefault="00A5399C" w:rsidP="00A539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169DF" w14:paraId="0F42DF8C" w14:textId="77777777" w:rsidTr="005E6E85">
        <w:tc>
          <w:tcPr>
            <w:tcW w:w="1701" w:type="dxa"/>
          </w:tcPr>
          <w:p w14:paraId="6D1694B6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5409F3" w14:textId="77777777" w:rsidR="0085747A" w:rsidRPr="00B169DF" w:rsidRDefault="002E03F3" w:rsidP="002E03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potrafi opisa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różne środowiska wychowawcze </w:t>
            </w:r>
            <w:r w:rsidRPr="002E03F3">
              <w:rPr>
                <w:rFonts w:ascii="Corbel" w:hAnsi="Corbel"/>
                <w:b w:val="0"/>
                <w:smallCaps w:val="0"/>
                <w:szCs w:val="24"/>
              </w:rPr>
              <w:t xml:space="preserve"> ich specyfikę i procesy w nich zachodzące, jako podstawy do budowania koncepcji procesu socjoterapeutycznego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0E5E42" w14:textId="77777777" w:rsidR="0085747A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5399C" w:rsidRPr="00B169DF" w14:paraId="00696F4C" w14:textId="77777777" w:rsidTr="005E6E85">
        <w:tc>
          <w:tcPr>
            <w:tcW w:w="1701" w:type="dxa"/>
          </w:tcPr>
          <w:p w14:paraId="1386C1F9" w14:textId="77777777"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3CC2534" w14:textId="77777777" w:rsidR="00A5399C" w:rsidRPr="00B169DF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przygotowuje projekt zajęć socjoterapeutycznych, dokonuje jego ewaluacji, odwołując się do wiedzy teoretycznej i praktycznej z zakresu pedagogiki.</w:t>
            </w:r>
          </w:p>
        </w:tc>
        <w:tc>
          <w:tcPr>
            <w:tcW w:w="1873" w:type="dxa"/>
          </w:tcPr>
          <w:p w14:paraId="39BC1B20" w14:textId="77777777" w:rsidR="00A5399C" w:rsidRPr="00DC35B8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99C" w:rsidRPr="00B169DF" w14:paraId="0F761F91" w14:textId="77777777" w:rsidTr="005E6E85">
        <w:tc>
          <w:tcPr>
            <w:tcW w:w="1701" w:type="dxa"/>
          </w:tcPr>
          <w:p w14:paraId="67DF73D3" w14:textId="77777777"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6B4EDB" w14:textId="77777777" w:rsidR="00A5399C" w:rsidRPr="004C2E66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wykorzystuje rozwinięte umiejętności w zakresie komunikacji interpersonalnej – precyzyjnie formułuje polecenia i instrukcje w procesie socjoterapeutycznym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BCEA51" w14:textId="77777777" w:rsidR="00A5399C" w:rsidRPr="00DC35B8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A5399C" w:rsidRPr="00B169DF" w14:paraId="412CD780" w14:textId="77777777" w:rsidTr="005E6E85">
        <w:tc>
          <w:tcPr>
            <w:tcW w:w="1701" w:type="dxa"/>
          </w:tcPr>
          <w:p w14:paraId="41A5A4A4" w14:textId="77777777"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A9EC71" w14:textId="77777777" w:rsidR="00A5399C" w:rsidRPr="002F7DD5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projektuje działania społecznej w zakresie socjoterapii, przeprowadza symulację tych działań i opisuje skutki prowadzonych działań. </w:t>
            </w:r>
          </w:p>
        </w:tc>
        <w:tc>
          <w:tcPr>
            <w:tcW w:w="1873" w:type="dxa"/>
          </w:tcPr>
          <w:p w14:paraId="33E05BC1" w14:textId="77777777" w:rsidR="00A5399C" w:rsidRPr="004C2E66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A5399C" w:rsidRPr="00B169DF" w14:paraId="397BD051" w14:textId="77777777" w:rsidTr="005E6E85">
        <w:tc>
          <w:tcPr>
            <w:tcW w:w="1701" w:type="dxa"/>
          </w:tcPr>
          <w:p w14:paraId="705421EA" w14:textId="77777777"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A5F4BC" w14:textId="77777777" w:rsidR="00A5399C" w:rsidRPr="004C2E66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ma przekonanie o wadze zachowania się w sposób profesjonalny, szczególnie w tak wąskiej i odpowiedzialnej dziedzinie jak praca socjoterapeutyczna. Jest refleksyjny i etyczny w swoich działaniach socjoterapeutycznych</w:t>
            </w:r>
          </w:p>
        </w:tc>
        <w:tc>
          <w:tcPr>
            <w:tcW w:w="1873" w:type="dxa"/>
          </w:tcPr>
          <w:p w14:paraId="07AAAB57" w14:textId="77777777" w:rsidR="00A5399C" w:rsidRPr="008D4F4F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F3979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0BE987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50AC02E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0F351823" w14:textId="77777777" w:rsidTr="00BB7F25">
        <w:tc>
          <w:tcPr>
            <w:tcW w:w="9639" w:type="dxa"/>
          </w:tcPr>
          <w:p w14:paraId="587B59E9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28E6A934" w14:textId="77777777" w:rsidTr="00BB7F25">
        <w:tc>
          <w:tcPr>
            <w:tcW w:w="9639" w:type="dxa"/>
          </w:tcPr>
          <w:p w14:paraId="02EBBE0D" w14:textId="77777777" w:rsidR="005E4389" w:rsidRPr="00BE39F3" w:rsidRDefault="00A5399C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3F5F760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1FF34A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2AC560C9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3956E15" w14:textId="77777777" w:rsidTr="00923D7D">
        <w:tc>
          <w:tcPr>
            <w:tcW w:w="9639" w:type="dxa"/>
          </w:tcPr>
          <w:p w14:paraId="711EBF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40151E3" w14:textId="77777777" w:rsidTr="00923D7D">
        <w:tc>
          <w:tcPr>
            <w:tcW w:w="9639" w:type="dxa"/>
          </w:tcPr>
          <w:p w14:paraId="56ACF35E" w14:textId="77777777" w:rsidR="0085747A" w:rsidRPr="00DF0856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A5399C">
              <w:rPr>
                <w:rFonts w:ascii="Corbel" w:hAnsi="Corbel"/>
                <w:sz w:val="24"/>
                <w:szCs w:val="24"/>
              </w:rPr>
              <w:t xml:space="preserve">ocjoterapia </w:t>
            </w:r>
            <w:r>
              <w:rPr>
                <w:rFonts w:ascii="Corbel" w:hAnsi="Corbel"/>
                <w:sz w:val="24"/>
                <w:szCs w:val="24"/>
              </w:rPr>
              <w:t>w praktyce psychopedagogicznej.</w:t>
            </w:r>
          </w:p>
        </w:tc>
      </w:tr>
      <w:tr w:rsidR="0085747A" w:rsidRPr="00B169DF" w14:paraId="3CE30144" w14:textId="77777777" w:rsidTr="00923D7D">
        <w:tc>
          <w:tcPr>
            <w:tcW w:w="9639" w:type="dxa"/>
          </w:tcPr>
          <w:p w14:paraId="01AF4B28" w14:textId="77777777" w:rsidR="0085747A" w:rsidRPr="00B169DF" w:rsidRDefault="00A5399C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Zasady prowadze</w:t>
            </w:r>
            <w:r>
              <w:rPr>
                <w:rFonts w:ascii="Corbel" w:hAnsi="Corbel"/>
                <w:sz w:val="24"/>
                <w:szCs w:val="24"/>
              </w:rPr>
              <w:t>nia zajęć socjoterapeutycznych.</w:t>
            </w:r>
          </w:p>
        </w:tc>
      </w:tr>
      <w:tr w:rsidR="00DF0856" w:rsidRPr="00B169DF" w14:paraId="04201ABA" w14:textId="77777777" w:rsidTr="00923D7D">
        <w:tc>
          <w:tcPr>
            <w:tcW w:w="9639" w:type="dxa"/>
          </w:tcPr>
          <w:p w14:paraId="6BB46F56" w14:textId="77777777" w:rsidR="00DF0856" w:rsidRPr="00B169DF" w:rsidRDefault="00A5399C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Proces socjoterapeutyczny, a dobór metod i technik pracy.</w:t>
            </w:r>
          </w:p>
        </w:tc>
      </w:tr>
      <w:tr w:rsidR="00DF0856" w:rsidRPr="00B169DF" w14:paraId="529D4AB5" w14:textId="77777777" w:rsidTr="00923D7D">
        <w:tc>
          <w:tcPr>
            <w:tcW w:w="9639" w:type="dxa"/>
          </w:tcPr>
          <w:p w14:paraId="5EADF503" w14:textId="77777777" w:rsidR="00DF0856" w:rsidRPr="00B169DF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Omówienie metod i technik pr</w:t>
            </w:r>
            <w:r>
              <w:rPr>
                <w:rFonts w:ascii="Corbel" w:hAnsi="Corbel"/>
                <w:sz w:val="24"/>
                <w:szCs w:val="24"/>
              </w:rPr>
              <w:t xml:space="preserve">acy z grupą socjoterapeutyczną: technika kręgu/rundka, burza mózgów, dyskusja, drama, psychodrama, muzykoterapia, </w:t>
            </w:r>
            <w:r w:rsidRPr="00A5399C">
              <w:rPr>
                <w:rFonts w:ascii="Corbel" w:hAnsi="Corbel"/>
                <w:sz w:val="24"/>
                <w:szCs w:val="24"/>
              </w:rPr>
              <w:t>arteterapia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399C">
              <w:rPr>
                <w:rFonts w:ascii="Corbel" w:hAnsi="Corbel"/>
                <w:sz w:val="24"/>
                <w:szCs w:val="24"/>
              </w:rPr>
              <w:t>(terapia z wyk</w:t>
            </w:r>
            <w:r>
              <w:rPr>
                <w:rFonts w:ascii="Corbel" w:hAnsi="Corbel"/>
                <w:sz w:val="24"/>
                <w:szCs w:val="24"/>
              </w:rPr>
              <w:t xml:space="preserve">orzystaniem sztuk plastycznych), wizualizacja, choreoterapia, </w:t>
            </w:r>
            <w:r w:rsidRPr="00A5399C">
              <w:rPr>
                <w:rFonts w:ascii="Corbel" w:hAnsi="Corbel"/>
                <w:sz w:val="24"/>
                <w:szCs w:val="24"/>
              </w:rPr>
              <w:t>biblioterapia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99C" w:rsidRPr="00B169DF" w14:paraId="1A9DA972" w14:textId="77777777" w:rsidTr="00923D7D">
        <w:tc>
          <w:tcPr>
            <w:tcW w:w="9639" w:type="dxa"/>
          </w:tcPr>
          <w:p w14:paraId="7747DAB1" w14:textId="77777777" w:rsidR="00A5399C" w:rsidRPr="00A5399C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 xml:space="preserve">Techniki socjoterapeutyczne </w:t>
            </w:r>
            <w:r>
              <w:rPr>
                <w:rFonts w:ascii="Corbel" w:hAnsi="Corbel"/>
                <w:sz w:val="24"/>
                <w:szCs w:val="24"/>
              </w:rPr>
              <w:t>w pracy z dzieckiem agresywnym.</w:t>
            </w:r>
          </w:p>
        </w:tc>
      </w:tr>
      <w:tr w:rsidR="00A5399C" w:rsidRPr="00B169DF" w14:paraId="44DD42E1" w14:textId="77777777" w:rsidTr="00923D7D">
        <w:tc>
          <w:tcPr>
            <w:tcW w:w="9639" w:type="dxa"/>
          </w:tcPr>
          <w:p w14:paraId="2D7A38AE" w14:textId="77777777" w:rsidR="00A5399C" w:rsidRPr="00A5399C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Warunki skuteczności socjoterapii.</w:t>
            </w:r>
          </w:p>
        </w:tc>
      </w:tr>
    </w:tbl>
    <w:p w14:paraId="775B792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435E41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283A6F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A9839B" w14:textId="77777777" w:rsidR="004C2E66" w:rsidRPr="00B169DF" w:rsidRDefault="00A539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6B6893" w:rsidRPr="006B6893">
        <w:rPr>
          <w:rFonts w:ascii="Corbel" w:hAnsi="Corbel"/>
          <w:b w:val="0"/>
          <w:smallCaps w:val="0"/>
          <w:szCs w:val="24"/>
        </w:rPr>
        <w:t xml:space="preserve">raca w grupach, praca w parach, ćwiczenia indywidualne, dyskusja, ćwiczenia </w:t>
      </w:r>
      <w:proofErr w:type="spellStart"/>
      <w:r w:rsidR="006B6893" w:rsidRPr="006B6893">
        <w:rPr>
          <w:rFonts w:ascii="Corbel" w:hAnsi="Corbel"/>
          <w:b w:val="0"/>
          <w:smallCaps w:val="0"/>
          <w:szCs w:val="24"/>
        </w:rPr>
        <w:t>dramowe</w:t>
      </w:r>
      <w:proofErr w:type="spellEnd"/>
      <w:r w:rsidR="006B6893" w:rsidRPr="006B6893">
        <w:rPr>
          <w:rFonts w:ascii="Corbel" w:hAnsi="Corbel"/>
          <w:b w:val="0"/>
          <w:smallCaps w:val="0"/>
          <w:szCs w:val="24"/>
        </w:rPr>
        <w:t>, elementy wykł</w:t>
      </w:r>
      <w:r w:rsidR="006B6893"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14:paraId="252AD9C1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77F0921C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322239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FBB8B5B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8DDEA70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477B65D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9BC1E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56BD7DA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447A9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F1F0B9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0D65798" w14:textId="77777777" w:rsidTr="00C05F44">
        <w:tc>
          <w:tcPr>
            <w:tcW w:w="1985" w:type="dxa"/>
            <w:vAlign w:val="center"/>
          </w:tcPr>
          <w:p w14:paraId="350D079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E9BE64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539F08C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CE0C1E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B3ABE5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BC83D04" w14:textId="77777777" w:rsidTr="00C05F44">
        <w:tc>
          <w:tcPr>
            <w:tcW w:w="1985" w:type="dxa"/>
          </w:tcPr>
          <w:p w14:paraId="29EB2F2C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E7D735E" w14:textId="77777777"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6DBFA27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5005D6A0" w14:textId="77777777" w:rsidTr="00C05F44">
        <w:tc>
          <w:tcPr>
            <w:tcW w:w="1985" w:type="dxa"/>
          </w:tcPr>
          <w:p w14:paraId="7BD9AC7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A9F0E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A74DB1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B3A0F02" w14:textId="77777777" w:rsidTr="00C05F44">
        <w:tc>
          <w:tcPr>
            <w:tcW w:w="1985" w:type="dxa"/>
          </w:tcPr>
          <w:p w14:paraId="0B0786B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AC855CD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290773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15317718" w14:textId="77777777" w:rsidTr="00C05F44">
        <w:tc>
          <w:tcPr>
            <w:tcW w:w="1985" w:type="dxa"/>
          </w:tcPr>
          <w:p w14:paraId="2D5EA90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38646C9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7156421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2A94BBD2" w14:textId="77777777" w:rsidTr="00C05F44">
        <w:tc>
          <w:tcPr>
            <w:tcW w:w="1985" w:type="dxa"/>
          </w:tcPr>
          <w:p w14:paraId="25B2A35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322A35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0C8A240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6353AD98" w14:textId="77777777" w:rsidTr="00C05F44">
        <w:tc>
          <w:tcPr>
            <w:tcW w:w="1985" w:type="dxa"/>
          </w:tcPr>
          <w:p w14:paraId="26F61F4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4B1A1B1D" w14:textId="77777777" w:rsidR="0085747A" w:rsidRPr="00B169DF" w:rsidRDefault="00A5399C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38F163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C377EDB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A5AD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04BEEA7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3652D99" w14:textId="77777777" w:rsidTr="00923D7D">
        <w:tc>
          <w:tcPr>
            <w:tcW w:w="9670" w:type="dxa"/>
          </w:tcPr>
          <w:p w14:paraId="5C0F62DE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5550D58F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191DB2E8" w14:textId="77777777" w:rsidR="006B6893" w:rsidRPr="00B169DF" w:rsidRDefault="00BE39F3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A5399C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14:paraId="7B930CB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5BA2EB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85F4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80B9C89" w14:textId="77777777" w:rsidTr="003E1941">
        <w:tc>
          <w:tcPr>
            <w:tcW w:w="4962" w:type="dxa"/>
            <w:vAlign w:val="center"/>
          </w:tcPr>
          <w:p w14:paraId="1701B84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662D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  <w:bookmarkStart w:id="0" w:name="_GoBack"/>
        <w:bookmarkEnd w:id="0"/>
      </w:tr>
      <w:tr w:rsidR="0085747A" w:rsidRPr="00B169DF" w14:paraId="235FA269" w14:textId="77777777" w:rsidTr="00923D7D">
        <w:tc>
          <w:tcPr>
            <w:tcW w:w="4962" w:type="dxa"/>
          </w:tcPr>
          <w:p w14:paraId="2081355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E766CE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67DEE57" w14:textId="77777777" w:rsidTr="00923D7D">
        <w:tc>
          <w:tcPr>
            <w:tcW w:w="4962" w:type="dxa"/>
          </w:tcPr>
          <w:p w14:paraId="26E66B1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A8109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656D8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92A2D6" w14:textId="77777777"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75B78947" w14:textId="77777777" w:rsidTr="00923D7D">
        <w:tc>
          <w:tcPr>
            <w:tcW w:w="4962" w:type="dxa"/>
          </w:tcPr>
          <w:p w14:paraId="082D708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242944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</w:t>
            </w:r>
            <w:r w:rsidR="00656D8D">
              <w:rPr>
                <w:rFonts w:ascii="Corbel" w:hAnsi="Corbel"/>
                <w:sz w:val="24"/>
                <w:szCs w:val="24"/>
              </w:rPr>
              <w:t>e do zajęć,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F3E57B4" w14:textId="532CDA3F" w:rsidR="00C61DC5" w:rsidRPr="003D64EB" w:rsidRDefault="004D308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D64EB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362173D3" w14:textId="77777777" w:rsidTr="00923D7D">
        <w:tc>
          <w:tcPr>
            <w:tcW w:w="4962" w:type="dxa"/>
          </w:tcPr>
          <w:p w14:paraId="1D1A506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58BFACE" w14:textId="12046A8C" w:rsidR="0085747A" w:rsidRPr="003D64EB" w:rsidRDefault="004D308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D64EB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13D78B23" w14:textId="77777777" w:rsidTr="00923D7D">
        <w:tc>
          <w:tcPr>
            <w:tcW w:w="4962" w:type="dxa"/>
          </w:tcPr>
          <w:p w14:paraId="3C6527F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BAFF0F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F0189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00ACB4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E340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24EEB0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22D8C1D0" w14:textId="77777777" w:rsidTr="0071620A">
        <w:trPr>
          <w:trHeight w:val="397"/>
        </w:trPr>
        <w:tc>
          <w:tcPr>
            <w:tcW w:w="3544" w:type="dxa"/>
          </w:tcPr>
          <w:p w14:paraId="689C2AF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290605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4E9BF224" w14:textId="77777777" w:rsidTr="0071620A">
        <w:trPr>
          <w:trHeight w:val="397"/>
        </w:trPr>
        <w:tc>
          <w:tcPr>
            <w:tcW w:w="3544" w:type="dxa"/>
          </w:tcPr>
          <w:p w14:paraId="709013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54144E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FA527F1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FA32B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278CBC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5F5E10D0" w14:textId="77777777" w:rsidTr="0071620A">
        <w:trPr>
          <w:trHeight w:val="397"/>
        </w:trPr>
        <w:tc>
          <w:tcPr>
            <w:tcW w:w="7513" w:type="dxa"/>
          </w:tcPr>
          <w:p w14:paraId="7F2F8D8D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5653C1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ankowiakB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Soroko E., Socjoterapia młodzieży, PWN, Warszawa 2021. </w:t>
            </w:r>
          </w:p>
          <w:p w14:paraId="30D804EE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Korona K., Socjoterapia w resocjalizacji penitencjarnej, Lublin 2023. </w:t>
            </w:r>
          </w:p>
          <w:p w14:paraId="6A41F4ED" w14:textId="77777777" w:rsidR="00BE39F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Jak</w:t>
            </w:r>
            <w:r w:rsidR="00BE39F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pracować z dziecięcymi grupami 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terapeutycznymi, GWP, Gdańsk 2005.</w:t>
            </w:r>
          </w:p>
          <w:p w14:paraId="7F5E1976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6B689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agieła J., Socjoterapia w szkole. Krótki poradnik psychologiczny, Rubikon, Kraków 2007.</w:t>
            </w:r>
          </w:p>
          <w:p w14:paraId="5803BD40" w14:textId="77777777"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(red.), Socjoterapia, Wyd. CMPP/ MEN, Warszawa 2010.</w:t>
            </w:r>
          </w:p>
          <w:p w14:paraId="228023FB" w14:textId="77777777"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Vopel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Poradnik dla prowadzących grupę, Jedność, Kielce 2004.</w:t>
            </w:r>
          </w:p>
          <w:p w14:paraId="28F124F5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Diagnoza w socjoterapii  Warszawa :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2017. </w:t>
            </w:r>
          </w:p>
          <w:p w14:paraId="46239D80" w14:textId="77777777" w:rsidR="007340C4" w:rsidRPr="00B169DF" w:rsidRDefault="00BE39F3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Socjoterapia w pracy z dziećmi i młodzieżą : programy zajęć, Warszawa 2015. </w:t>
            </w:r>
          </w:p>
        </w:tc>
      </w:tr>
      <w:tr w:rsidR="0085747A" w:rsidRPr="00B169DF" w14:paraId="4113B815" w14:textId="77777777" w:rsidTr="0071620A">
        <w:trPr>
          <w:trHeight w:val="397"/>
        </w:trPr>
        <w:tc>
          <w:tcPr>
            <w:tcW w:w="7513" w:type="dxa"/>
          </w:tcPr>
          <w:p w14:paraId="36B7E92F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8797FF3" w14:textId="77777777" w:rsidR="005A00B6" w:rsidRDefault="00BE39F3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Forysiewicz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Małgorzata Polakowska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Teatr jako </w:t>
            </w: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ulturotechnika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socjoterapii, Gdańsk 2020. </w:t>
            </w:r>
          </w:p>
          <w:p w14:paraId="782E58E0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 I., Biblioterapia: teoria i praktyka, Wydawnictwo Stowarzyszenia Bibliotekarzy Polskich, Warszawa 2001.</w:t>
            </w:r>
          </w:p>
          <w:p w14:paraId="25149425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Królikowska J., Drama stosowana jako interwencja społeczna, [w:] Terapia w resocjalizac</w:t>
            </w:r>
            <w:r w:rsid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ji, cz.1, Ujęcie teoretyczne, A. </w:t>
            </w: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Rejzner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Szczepaniak (red.), Wydawnictwo Akademickie „Żak”, Warszawa 2009, s. 198-216.</w:t>
            </w:r>
          </w:p>
          <w:p w14:paraId="21841234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Lewandowska K., Muzykoterapia dziecięca, Wydawnictwo "Norma", Gdańsk 1996.</w:t>
            </w:r>
          </w:p>
          <w:p w14:paraId="62BB28A9" w14:textId="77777777" w:rsidR="00F629B3" w:rsidRPr="005A00B6" w:rsidRDefault="008D4F4F" w:rsidP="008D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Gould P., Rysunek w psychoterapii, GWP, Gdańsk 1999</w:t>
            </w:r>
            <w:r w:rsidR="005A00B6">
              <w:rPr>
                <w:rFonts w:ascii="Corbel" w:hAnsi="Corbel"/>
                <w:smallCaps w:val="0"/>
                <w:szCs w:val="24"/>
              </w:rPr>
              <w:t>.</w:t>
            </w:r>
          </w:p>
        </w:tc>
      </w:tr>
    </w:tbl>
    <w:p w14:paraId="2C89CB8E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52DCD4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DEFA1" w14:textId="77777777" w:rsidR="00AF1F53" w:rsidRDefault="00AF1F53" w:rsidP="00C16ABF">
      <w:pPr>
        <w:spacing w:after="0" w:line="240" w:lineRule="auto"/>
      </w:pPr>
      <w:r>
        <w:separator/>
      </w:r>
    </w:p>
  </w:endnote>
  <w:endnote w:type="continuationSeparator" w:id="0">
    <w:p w14:paraId="089F4194" w14:textId="77777777" w:rsidR="00AF1F53" w:rsidRDefault="00AF1F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5678C" w14:textId="77777777" w:rsidR="00AF1F53" w:rsidRDefault="00AF1F53" w:rsidP="00C16ABF">
      <w:pPr>
        <w:spacing w:after="0" w:line="240" w:lineRule="auto"/>
      </w:pPr>
      <w:r>
        <w:separator/>
      </w:r>
    </w:p>
  </w:footnote>
  <w:footnote w:type="continuationSeparator" w:id="0">
    <w:p w14:paraId="327F976D" w14:textId="77777777" w:rsidR="00AF1F53" w:rsidRDefault="00AF1F53" w:rsidP="00C16ABF">
      <w:pPr>
        <w:spacing w:after="0" w:line="240" w:lineRule="auto"/>
      </w:pPr>
      <w:r>
        <w:continuationSeparator/>
      </w:r>
    </w:p>
  </w:footnote>
  <w:footnote w:id="1">
    <w:p w14:paraId="4173CE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4F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076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B5706"/>
    <w:rsid w:val="003C0BAE"/>
    <w:rsid w:val="003D18A9"/>
    <w:rsid w:val="003D64EB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A2F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08F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6D8D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3700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1F53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B65E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1787A"/>
  <w15:docId w15:val="{B7524277-A78F-48EB-9D24-2F12EDB9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7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7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76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7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76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078E3-B912-43E0-80D5-2795255B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2023-06-11T14:48:00Z</dcterms:created>
  <dcterms:modified xsi:type="dcterms:W3CDTF">2023-09-15T07:27:00Z</dcterms:modified>
</cp:coreProperties>
</file>